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075420E" w:rsidR="004C3F20" w:rsidRPr="00712698" w:rsidRDefault="004C3F20" w:rsidP="004C3F20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00712698">
        <w:rPr>
          <w:rFonts w:ascii="Times New Roman" w:hAnsi="Times New Roman"/>
          <w:b w:val="0"/>
          <w:sz w:val="28"/>
          <w:szCs w:val="28"/>
        </w:rPr>
        <w:t xml:space="preserve">MARCHE DE </w:t>
      </w:r>
      <w:r w:rsidR="00B8732D">
        <w:rPr>
          <w:rFonts w:ascii="Times New Roman" w:hAnsi="Times New Roman"/>
          <w:b w:val="0"/>
          <w:sz w:val="28"/>
          <w:szCs w:val="28"/>
        </w:rPr>
        <w:t xml:space="preserve">SERVICES - </w:t>
      </w:r>
      <w:r w:rsidR="00895246" w:rsidRPr="00895246">
        <w:rPr>
          <w:rFonts w:ascii="Times New Roman" w:hAnsi="Times New Roman"/>
          <w:b w:val="0"/>
          <w:sz w:val="28"/>
          <w:szCs w:val="28"/>
        </w:rPr>
        <w:t>PRESTATIONS INTELLECTUELLES</w:t>
      </w:r>
    </w:p>
    <w:p w14:paraId="02458724" w14:textId="07990837" w:rsidR="00EF3E67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22F18B1D" w14:textId="5C74BB38" w:rsidR="003E355F" w:rsidRDefault="003E355F" w:rsidP="003E355F">
      <w:pPr>
        <w:pStyle w:val="Titre"/>
        <w:rPr>
          <w:rFonts w:ascii="Arial" w:hAnsi="Arial" w:cs="Arial"/>
          <w:bCs/>
          <w:sz w:val="20"/>
          <w:u w:val="none"/>
        </w:rPr>
      </w:pPr>
      <w:r w:rsidRPr="00FD207B">
        <w:rPr>
          <w:rFonts w:ascii="Arial" w:hAnsi="Arial" w:cs="Arial"/>
          <w:bCs/>
          <w:sz w:val="20"/>
          <w:u w:val="none"/>
        </w:rPr>
        <w:t xml:space="preserve">Le marché public est passé selon la procédure d’appel d’offres ouvert, en application des </w:t>
      </w:r>
      <w:r w:rsidR="00FF59D5" w:rsidRPr="00FD207B">
        <w:rPr>
          <w:rFonts w:ascii="Arial" w:hAnsi="Arial" w:cs="Arial"/>
          <w:bCs/>
          <w:sz w:val="20"/>
          <w:u w:val="none"/>
        </w:rPr>
        <w:t xml:space="preserve">articles </w:t>
      </w:r>
      <w:r w:rsidR="00FF59D5" w:rsidRPr="00FD207B">
        <w:rPr>
          <w:rFonts w:ascii="Arial" w:hAnsi="Arial" w:cs="Arial"/>
          <w:bCs/>
          <w:sz w:val="20"/>
          <w:u w:val="none"/>
        </w:rPr>
        <w:br/>
        <w:t xml:space="preserve">L. 2120-1, L. 2124-2 </w:t>
      </w:r>
      <w:r w:rsidRPr="00FD207B">
        <w:rPr>
          <w:rFonts w:ascii="Arial" w:hAnsi="Arial" w:cs="Arial"/>
          <w:bCs/>
          <w:sz w:val="20"/>
          <w:u w:val="none"/>
        </w:rPr>
        <w:t>et des articles R. 2124-2 et R.2161-2 à R.2161-5 du code de la commande publique.</w:t>
      </w:r>
    </w:p>
    <w:p w14:paraId="5AE3CBE8" w14:textId="77777777" w:rsidR="00056974" w:rsidRPr="00712698" w:rsidRDefault="00056974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</w:p>
    <w:p w14:paraId="69B20147" w14:textId="77777777" w:rsidR="00E63952" w:rsidRPr="00712698" w:rsidRDefault="00E63952" w:rsidP="00E63952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712698">
        <w:rPr>
          <w:rFonts w:ascii="Times New Roman" w:hAnsi="Times New Roman"/>
          <w:b/>
          <w:bCs/>
          <w:sz w:val="36"/>
          <w:szCs w:val="36"/>
        </w:rPr>
        <w:t>ACTE D’ENGAGEMENT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004127E1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Établissement du service d’infrastructure de la défense de Lyon </w:t>
            </w:r>
          </w:p>
          <w:p w14:paraId="0D5C1C70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008D19EA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00744E3F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004C3F20" w:rsidP="00A94139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 xml:space="preserve">Personne publique </w:t>
            </w:r>
            <w:r w:rsidR="008A0A6C">
              <w:rPr>
                <w:rFonts w:ascii="Times New Roman" w:hAnsi="Times New Roman"/>
                <w:bCs/>
              </w:rPr>
              <w:t xml:space="preserve">habilitée par </w:t>
            </w:r>
            <w:r w:rsidRPr="00712698">
              <w:rPr>
                <w:rFonts w:ascii="Times New Roman" w:hAnsi="Times New Roman"/>
                <w:bCs/>
              </w:rPr>
              <w:t>l’arrêté du 22 juin 200</w:t>
            </w:r>
            <w:r w:rsidR="0054482A" w:rsidRPr="00712698">
              <w:rPr>
                <w:rFonts w:ascii="Times New Roman" w:hAnsi="Times New Roman"/>
                <w:bCs/>
              </w:rPr>
              <w:t>7</w:t>
            </w:r>
            <w:r w:rsidR="00A94139">
              <w:rPr>
                <w:rFonts w:ascii="Times New Roman" w:hAnsi="Times New Roman"/>
                <w:bCs/>
              </w:rPr>
              <w:t xml:space="preserve"> modifié</w:t>
            </w:r>
            <w:r w:rsidRPr="00712698">
              <w:rPr>
                <w:rFonts w:ascii="Times New Roman" w:hAnsi="Times New Roman"/>
                <w:bCs/>
              </w:rPr>
              <w:t xml:space="preserve"> portant désignation des personnes n’appartenant pas à l’administration centrale signataires des marchés publics et accords-ca</w:t>
            </w:r>
            <w:r w:rsidR="00677F3C">
              <w:rPr>
                <w:rFonts w:ascii="Times New Roman" w:hAnsi="Times New Roman"/>
                <w:bCs/>
              </w:rPr>
              <w:t>dres du ministère de la défense</w:t>
            </w:r>
          </w:p>
        </w:tc>
        <w:tc>
          <w:tcPr>
            <w:tcW w:w="5245" w:type="dxa"/>
            <w:vAlign w:val="center"/>
          </w:tcPr>
          <w:p w14:paraId="106B6D86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 le directeur de l’établissement du service d’infrastructure de la défense de Lyon</w:t>
            </w:r>
          </w:p>
        </w:tc>
      </w:tr>
      <w:tr w:rsidR="004C3F20" w:rsidRPr="00712698" w14:paraId="2A02223B" w14:textId="77777777" w:rsidTr="00AC21DD">
        <w:tc>
          <w:tcPr>
            <w:tcW w:w="4820" w:type="dxa"/>
            <w:vAlign w:val="center"/>
          </w:tcPr>
          <w:p w14:paraId="5C4EB840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Représentant du pouvoir adjudicateur habilité par décision du directeur de l’ESID de Lyon</w:t>
            </w:r>
          </w:p>
        </w:tc>
        <w:tc>
          <w:tcPr>
            <w:tcW w:w="5245" w:type="dxa"/>
            <w:vAlign w:val="center"/>
          </w:tcPr>
          <w:p w14:paraId="52FF5F91" w14:textId="3142BCDB" w:rsidR="004C3F20" w:rsidRPr="00712698" w:rsidRDefault="004C3F20" w:rsidP="00D04078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</w:p>
        </w:tc>
      </w:tr>
      <w:tr w:rsidR="004C3F20" w:rsidRPr="00712698" w14:paraId="699AF1CC" w14:textId="77777777" w:rsidTr="00AC21DD">
        <w:tc>
          <w:tcPr>
            <w:tcW w:w="4820" w:type="dxa"/>
            <w:vAlign w:val="center"/>
          </w:tcPr>
          <w:p w14:paraId="008D681E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77777777" w:rsidR="004C3F20" w:rsidRPr="00712698" w:rsidRDefault="004C3F20" w:rsidP="00AC21D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 le directeur de l'Etablissement du service d’infrastructure de la défense de Lyon</w:t>
            </w:r>
          </w:p>
        </w:tc>
      </w:tr>
      <w:tr w:rsidR="004C3F20" w:rsidRPr="00712698" w14:paraId="02B631CA" w14:textId="77777777" w:rsidTr="00AC21DD">
        <w:tc>
          <w:tcPr>
            <w:tcW w:w="4820" w:type="dxa"/>
            <w:vAlign w:val="center"/>
          </w:tcPr>
          <w:p w14:paraId="783B1139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2D8B7557" w:rsidR="000E7954" w:rsidRPr="00712698" w:rsidRDefault="000E7954" w:rsidP="001939C0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2" w:name="Comptable"/>
            <w:bookmarkEnd w:id="2"/>
            <w:r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009276B6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009276B6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7C52BB9B" w14:textId="77777777" w:rsidR="00D2510C" w:rsidRPr="00D2510C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CF414B0" w:rsidR="009276B6" w:rsidRPr="00712698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00AC21DD">
        <w:trPr>
          <w:trHeight w:val="711"/>
        </w:trPr>
        <w:tc>
          <w:tcPr>
            <w:tcW w:w="10065" w:type="dxa"/>
            <w:vAlign w:val="center"/>
          </w:tcPr>
          <w:p w14:paraId="0F690100" w14:textId="2576193C" w:rsidR="00DB0D66" w:rsidRDefault="00DB0D66" w:rsidP="00DB0D6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</w:pPr>
            <w:bookmarkStart w:id="3" w:name="Objet_marche"/>
            <w:bookmarkEnd w:id="3"/>
            <w:r w:rsidRPr="00DB0D66">
              <w:rPr>
                <w:rFonts w:ascii="Arial" w:eastAsia="Times New Roman" w:hAnsi="Arial" w:cs="Arial"/>
                <w:b/>
                <w:bCs/>
                <w:szCs w:val="20"/>
                <w:u w:val="single"/>
                <w:lang w:eastAsia="fr-FR"/>
              </w:rPr>
              <w:t>Objet du marché</w:t>
            </w:r>
            <w:r w:rsidRPr="00FF043C">
              <w:rPr>
                <w:rFonts w:ascii="Arial" w:eastAsia="Times New Roman" w:hAnsi="Arial" w:cs="Arial"/>
                <w:szCs w:val="20"/>
                <w:lang w:eastAsia="fr-FR"/>
              </w:rPr>
              <w:t> :</w:t>
            </w:r>
            <w:r w:rsidRPr="00DB0D66"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  <w:t xml:space="preserve"> </w:t>
            </w:r>
          </w:p>
          <w:p w14:paraId="3EB2CAD8" w14:textId="38CB434F" w:rsidR="00FF043C" w:rsidRPr="00FF043C" w:rsidRDefault="00FF043C" w:rsidP="00DB0D6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FF043C">
              <w:rPr>
                <w:rFonts w:ascii="Arial" w:eastAsia="Times New Roman" w:hAnsi="Arial" w:cs="Arial"/>
                <w:szCs w:val="20"/>
                <w:lang w:eastAsia="fr-FR"/>
              </w:rPr>
              <w:t>ISTRES – Base aérienne 125</w:t>
            </w:r>
          </w:p>
          <w:p w14:paraId="68E1EEF6" w14:textId="4E64B7A9" w:rsidR="00FF043C" w:rsidRPr="00FF043C" w:rsidRDefault="00FF043C" w:rsidP="00DB0D6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FF043C">
              <w:rPr>
                <w:rFonts w:ascii="Arial" w:eastAsia="Times New Roman" w:hAnsi="Arial" w:cs="Arial"/>
                <w:szCs w:val="20"/>
                <w:lang w:eastAsia="fr-FR"/>
              </w:rPr>
              <w:t>Audit énergétique sur la base aérienne 125 + 25</w:t>
            </w:r>
            <w:r w:rsidRPr="00FF043C">
              <w:rPr>
                <w:rFonts w:ascii="Arial" w:eastAsia="Times New Roman" w:hAnsi="Arial" w:cs="Arial"/>
                <w:szCs w:val="20"/>
                <w:vertAlign w:val="superscript"/>
                <w:lang w:eastAsia="fr-FR"/>
              </w:rPr>
              <w:t>ème</w:t>
            </w:r>
            <w:r w:rsidRPr="00FF043C">
              <w:rPr>
                <w:rFonts w:ascii="Arial" w:eastAsia="Times New Roman" w:hAnsi="Arial" w:cs="Arial"/>
                <w:szCs w:val="20"/>
                <w:lang w:eastAsia="fr-FR"/>
              </w:rPr>
              <w:t xml:space="preserve"> RGA</w:t>
            </w:r>
          </w:p>
          <w:p w14:paraId="573D7D75" w14:textId="62820AA3" w:rsidR="004C3F20" w:rsidRPr="00712698" w:rsidRDefault="004C3F20" w:rsidP="00DB0D66">
            <w:pPr>
              <w:rPr>
                <w:rFonts w:ascii="Times New Roman" w:hAnsi="Times New Roman"/>
              </w:rPr>
            </w:pP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65626F" w:rsidRPr="006E3998" w14:paraId="7CED4DCC" w14:textId="77777777" w:rsidTr="003E355F"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E197" w14:textId="77777777" w:rsidR="0065626F" w:rsidRPr="006E3998" w:rsidRDefault="0065626F" w:rsidP="00E02237">
            <w:pPr>
              <w:jc w:val="center"/>
              <w:rPr>
                <w:rFonts w:cs="Arial"/>
              </w:rPr>
            </w:pPr>
            <w:r w:rsidRPr="006E3998">
              <w:rPr>
                <w:rFonts w:cs="Arial"/>
              </w:rPr>
              <w:t>Réservé pour la mention "nantissement"</w:t>
            </w:r>
          </w:p>
        </w:tc>
      </w:tr>
      <w:tr w:rsidR="0065626F" w:rsidRPr="006E3998" w14:paraId="3F425D90" w14:textId="77777777" w:rsidTr="003E355F">
        <w:trPr>
          <w:trHeight w:val="509"/>
        </w:trPr>
        <w:tc>
          <w:tcPr>
            <w:tcW w:w="1006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7FEA666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8283D5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3C89E3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6B86B3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A3A131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574F939A" w14:textId="77777777" w:rsidTr="003E355F">
        <w:trPr>
          <w:trHeight w:val="464"/>
        </w:trPr>
        <w:tc>
          <w:tcPr>
            <w:tcW w:w="100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03A899" w14:textId="77777777" w:rsidR="0065626F" w:rsidRPr="006E3998" w:rsidRDefault="0065626F" w:rsidP="00E02237">
            <w:pPr>
              <w:rPr>
                <w:rFonts w:cs="Arial"/>
              </w:rPr>
            </w:pPr>
          </w:p>
          <w:p w14:paraId="23282CE8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</w:tbl>
    <w:p w14:paraId="491B7D5C" w14:textId="44DB74DF" w:rsidR="004C3F20" w:rsidRPr="00712698" w:rsidRDefault="00895520" w:rsidP="00056974">
      <w:pPr>
        <w:spacing w:after="0" w:line="240" w:lineRule="auto"/>
        <w:rPr>
          <w:b/>
          <w:u w:val="single"/>
        </w:rPr>
      </w:pPr>
      <w:r w:rsidRPr="00712698">
        <w:rPr>
          <w:b/>
          <w:u w:val="single"/>
        </w:rPr>
        <w:br w:type="page"/>
      </w:r>
      <w:r w:rsidR="004C3F20" w:rsidRPr="00712698">
        <w:rPr>
          <w:b/>
          <w:u w:val="single"/>
        </w:rPr>
        <w:lastRenderedPageBreak/>
        <w:t>I – Déclaration du titulaire</w:t>
      </w:r>
    </w:p>
    <w:p w14:paraId="3EA50E70" w14:textId="3769653E" w:rsidR="00AC21DD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00AE0CC9" w14:textId="77777777" w:rsidR="00FA3AC5" w:rsidRPr="00FA3AC5" w:rsidRDefault="00FA3AC5" w:rsidP="00FA3AC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ind w:left="708"/>
        <w:jc w:val="both"/>
        <w:rPr>
          <w:rFonts w:ascii="Times New Roman" w:hAnsi="Times New Roman"/>
          <w:b/>
          <w:u w:val="single"/>
        </w:rPr>
      </w:pPr>
      <w:r w:rsidRPr="00FA3AC5">
        <w:rPr>
          <w:rFonts w:ascii="Times New Roman" w:hAnsi="Times New Roman"/>
          <w:b/>
          <w:u w:val="single"/>
        </w:rPr>
        <w:t>I.1. – Désignation du titulaire</w:t>
      </w:r>
    </w:p>
    <w:p w14:paraId="615DD177" w14:textId="77777777" w:rsidR="00FA3AC5" w:rsidRPr="00712698" w:rsidRDefault="00FA3AC5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  <w:r w:rsidRPr="00712698">
        <w:rPr>
          <w:rFonts w:ascii="Times New Roman" w:hAnsi="Times New Roman"/>
          <w:b/>
          <w:color w:val="000000"/>
        </w:rPr>
        <w:t xml:space="preserve">Je, soussigné, </w:t>
      </w:r>
    </w:p>
    <w:p w14:paraId="55E21B9B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4" w:name="Texte2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4"/>
    </w:p>
    <w:p w14:paraId="5E49E339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00712698">
        <w:rPr>
          <w:rFonts w:ascii="Times New Roman" w:hAnsi="Times New Roman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5" w:name="Texte3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5"/>
    </w:p>
    <w:p w14:paraId="539EDA59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6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6"/>
    </w:p>
    <w:p w14:paraId="102B5D9B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006D4689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7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7"/>
    </w:p>
    <w:p w14:paraId="636BE217" w14:textId="77777777" w:rsidR="00AA78CA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Téléphone : </w:t>
      </w:r>
    </w:p>
    <w:p w14:paraId="2F6BD71D" w14:textId="20FA8A2F" w:rsidR="00BE1F1B" w:rsidRPr="00712698" w:rsidRDefault="006D4689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1" o:title=""/>
          </v:shape>
          <w:control r:id="rId12" w:name="OptionButton8" w:shapeid="_x0000_i1075"/>
        </w:object>
      </w:r>
    </w:p>
    <w:p w14:paraId="57283672" w14:textId="023AB810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0562D5F6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5" o:title=""/>
          </v:shape>
          <w:control r:id="rId16" w:name="OptionButton9" w:shapeid="_x0000_i1079"/>
        </w:object>
      </w:r>
    </w:p>
    <w:p w14:paraId="5B51E06D" w14:textId="596AF52B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13821D83" w14:textId="77777777" w:rsidR="00BE1F1B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01B2E75C" w14:textId="77777777" w:rsidR="00BE1F1B" w:rsidRPr="00712698" w:rsidRDefault="006D4689" w:rsidP="00BE1F1B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476273D0" w14:textId="19C9FEA2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19" o:title=""/>
          </v:shape>
          <w:control r:id="rId20" w:name="OptionButton1" w:shapeid="_x0000_i108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rPr>
          <w:b/>
          <w:sz w:val="28"/>
          <w:szCs w:val="28"/>
        </w:rPr>
        <w:t>OU</w:t>
      </w:r>
    </w:p>
    <w:p w14:paraId="0922CA15" w14:textId="45471ACE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object w:dxaOrig="225" w:dyaOrig="225" w14:anchorId="7001048F">
          <v:shape id="_x0000_i1087" type="#_x0000_t75" style="width:166.5pt;height:18pt" o:ole="" o:preferrelative="f">
            <v:imagedata r:id="rId23" o:title=""/>
          </v:shape>
          <w:control r:id="rId24" w:name="OptionButton71" w:shapeid="_x0000_i1087"/>
        </w:object>
      </w:r>
    </w:p>
    <w:p w14:paraId="16AF3BA2" w14:textId="770333E2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5" o:title=""/>
          </v:shape>
          <w:control r:id="rId26" w:name="OptionButton11" w:shapeid="_x0000_i1089"/>
        </w:object>
      </w:r>
      <w:r w:rsidR="00FC313D" w:rsidRPr="00712698">
        <w:rPr>
          <w:i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00673049">
      <w:pPr>
        <w:spacing w:before="120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i/>
          <w:lang w:eastAsia="ar-SA"/>
        </w:rPr>
        <w:t xml:space="preserve">  </w:t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BE1F1B" w:rsidRPr="00712698">
        <w:rPr>
          <w:rFonts w:ascii="Times New Roman" w:hAnsi="Times New Roman"/>
          <w:b/>
          <w:lang w:eastAsia="ar-SA"/>
        </w:rPr>
        <w:t xml:space="preserve">, ci-après dénommé </w:t>
      </w:r>
      <w:r w:rsidRPr="00712698">
        <w:rPr>
          <w:rFonts w:ascii="Times New Roman" w:hAnsi="Times New Roman"/>
          <w:b/>
          <w:lang w:eastAsia="ar-SA"/>
        </w:rPr>
        <w:t>« le titulaire »</w:t>
      </w:r>
      <w:r w:rsidR="00BE1F1B" w:rsidRPr="00712698">
        <w:rPr>
          <w:rFonts w:ascii="Times New Roman" w:hAnsi="Times New Roman"/>
          <w:b/>
          <w:lang w:eastAsia="ar-SA"/>
        </w:rPr>
        <w:t>:</w:t>
      </w:r>
    </w:p>
    <w:p w14:paraId="281EC94F" w14:textId="77777777" w:rsidR="006D4689" w:rsidRPr="00712698" w:rsidRDefault="006D4689" w:rsidP="006D4689">
      <w:pPr>
        <w:ind w:firstLine="284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1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ère </w:t>
      </w:r>
      <w:r w:rsidRPr="00712698">
        <w:rPr>
          <w:rFonts w:ascii="Times New Roman" w:hAnsi="Times New Roman"/>
          <w:b/>
          <w:lang w:eastAsia="ar-SA"/>
        </w:rPr>
        <w:t>entreprise co</w:t>
      </w:r>
      <w:r w:rsidRPr="00712698">
        <w:rPr>
          <w:rFonts w:ascii="Times New Roman" w:hAnsi="Times New Roman"/>
          <w:b/>
          <w:lang w:eastAsia="ar-SA"/>
        </w:rPr>
        <w:noBreakHyphen/>
        <w:t>trai</w:t>
      </w:r>
      <w:r w:rsidR="006E4128" w:rsidRPr="00712698">
        <w:rPr>
          <w:rFonts w:ascii="Times New Roman" w:hAnsi="Times New Roman"/>
          <w:b/>
          <w:lang w:eastAsia="ar-SA"/>
        </w:rPr>
        <w:t>tante, mandataire du groupement</w:t>
      </w:r>
      <w:r w:rsidRPr="00712698">
        <w:rPr>
          <w:rFonts w:ascii="Times New Roman" w:hAnsi="Times New Roman"/>
          <w:b/>
          <w:lang w:eastAsia="ar-SA"/>
        </w:rPr>
        <w:t>:</w:t>
      </w:r>
    </w:p>
    <w:p w14:paraId="401DAC8C" w14:textId="77777777" w:rsidR="006D4689" w:rsidRPr="00712698" w:rsidRDefault="006D4689" w:rsidP="006D4689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Dénomination sociale 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4D715053" w14:textId="77777777" w:rsidR="006D4689" w:rsidRPr="00712698" w:rsidRDefault="006D4689" w:rsidP="006D4689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F235559" w14:textId="77777777" w:rsidR="006D4689" w:rsidRPr="00712698" w:rsidRDefault="006D4689" w:rsidP="001D7F67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598DFEF6" w14:textId="77777777" w:rsidR="006D4689" w:rsidRPr="00712698" w:rsidRDefault="006D4689" w:rsidP="006D4689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006D4689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80B00FE" w14:textId="77777777" w:rsidR="00AA78CA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Courriel :</w:t>
      </w:r>
    </w:p>
    <w:p w14:paraId="2931D030" w14:textId="77777777" w:rsidR="00AA78CA" w:rsidRPr="00712698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Téléphone :</w:t>
      </w:r>
    </w:p>
    <w:p w14:paraId="770C98F3" w14:textId="0CE7E0E6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29" o:title=""/>
          </v:shape>
          <w:control r:id="rId30" w:name="OptionButton82" w:shapeid="_x0000_i1093"/>
        </w:object>
      </w:r>
    </w:p>
    <w:p w14:paraId="3954A87A" w14:textId="6280715D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1CD0147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33" o:title=""/>
          </v:shape>
          <w:control r:id="rId34" w:name="OptionButton91" w:shapeid="_x0000_i1097"/>
        </w:object>
      </w:r>
    </w:p>
    <w:p w14:paraId="3944FA44" w14:textId="0504353D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45C82869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2AC32FD1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1D0E3F71" w14:textId="7F04F30D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19" o:title=""/>
          </v:shape>
          <w:control r:id="rId37" w:name="OptionButton13" w:shapeid="_x0000_i1101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38" o:title=""/>
          </v:shape>
          <w:control r:id="rId39" w:name="OptionButton121" w:shapeid="_x0000_i1103"/>
        </w:object>
      </w:r>
    </w:p>
    <w:p w14:paraId="46A495B6" w14:textId="77777777" w:rsidR="006D4689" w:rsidRPr="00712698" w:rsidRDefault="006D4689" w:rsidP="006D4689">
      <w:pPr>
        <w:ind w:left="142"/>
        <w:jc w:val="both"/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006D4689">
      <w:pPr>
        <w:ind w:left="426" w:hanging="141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2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ème </w:t>
      </w:r>
      <w:r w:rsidRPr="00712698">
        <w:rPr>
          <w:rFonts w:ascii="Times New Roman" w:hAnsi="Times New Roman"/>
          <w:b/>
          <w:lang w:eastAsia="ar-SA"/>
        </w:rPr>
        <w:t>entreprise co</w:t>
      </w:r>
      <w:r w:rsidRPr="00712698">
        <w:rPr>
          <w:rFonts w:ascii="Times New Roman" w:hAnsi="Times New Roman"/>
          <w:b/>
          <w:lang w:eastAsia="ar-SA"/>
        </w:rPr>
        <w:noBreakHyphen/>
        <w:t>traitante</w:t>
      </w:r>
      <w:r w:rsidRPr="00712698">
        <w:rPr>
          <w:rStyle w:val="Caractredenotedebasdepage"/>
          <w:rFonts w:ascii="Times New Roman" w:hAnsi="Times New Roman"/>
          <w:b/>
          <w:sz w:val="22"/>
          <w:szCs w:val="22"/>
          <w:lang w:eastAsia="ar-SA"/>
        </w:rPr>
        <w:footnoteReference w:id="8"/>
      </w:r>
      <w:r w:rsidRPr="00712698">
        <w:rPr>
          <w:rFonts w:ascii="Times New Roman" w:hAnsi="Times New Roman"/>
          <w:b/>
          <w:lang w:eastAsia="ar-SA"/>
        </w:rPr>
        <w:t> :</w:t>
      </w:r>
    </w:p>
    <w:p w14:paraId="11B86742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6A5DFB08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2745A9E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4C52AC7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225DB1DF" w14:textId="62E33E8D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40" o:title=""/>
          </v:shape>
          <w:control r:id="rId41" w:name="OptionButton821" w:shapeid="_x0000_i1105"/>
        </w:object>
      </w:r>
    </w:p>
    <w:p w14:paraId="7F7D8AA7" w14:textId="79254F57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42" o:title=""/>
          </v:shape>
          <w:control r:id="rId43" w:name="OptionButton8111" w:shapeid="_x0000_i1107"/>
        </w:object>
      </w:r>
    </w:p>
    <w:p w14:paraId="0E3D3649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79165292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4" o:title=""/>
          </v:shape>
          <w:control r:id="rId45" w:name="OptionButton92" w:shapeid="_x0000_i1109"/>
        </w:object>
      </w:r>
    </w:p>
    <w:p w14:paraId="1FA91123" w14:textId="396D51D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46" o:title=""/>
          </v:shape>
          <w:control r:id="rId47" w:name="OptionButton102" w:shapeid="_x0000_i1111"/>
        </w:object>
      </w:r>
    </w:p>
    <w:p w14:paraId="3403280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78239D36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09530673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512B178F" w14:textId="6F6181F3" w:rsidR="009D20C2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19" o:title=""/>
          </v:shape>
          <w:control r:id="rId48" w:name="OptionButton131" w:shapeid="_x0000_i111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21" o:title=""/>
          </v:shape>
          <w:control r:id="rId49" w:name="OptionButton1211" w:shapeid="_x0000_i1115"/>
        </w:object>
      </w:r>
    </w:p>
    <w:p w14:paraId="7D33A21C" w14:textId="1C50CACE" w:rsidR="006E4128" w:rsidRPr="00712698" w:rsidRDefault="006E4128" w:rsidP="006E4128">
      <w:pPr>
        <w:tabs>
          <w:tab w:val="left" w:pos="6237"/>
        </w:tabs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Répartition des prestations (en cas de groupement) :</w:t>
      </w:r>
    </w:p>
    <w:p w14:paraId="40DF1238" w14:textId="6624391F" w:rsidR="006E4128" w:rsidRPr="00712698" w:rsidRDefault="00BF3A69" w:rsidP="006E4128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</w:t>
      </w:r>
      <w:r w:rsidR="006E4128" w:rsidRPr="00712698">
        <w:rPr>
          <w:rFonts w:ascii="Arial" w:hAnsi="Arial" w:cs="Arial"/>
          <w:i/>
          <w:iCs/>
          <w:sz w:val="18"/>
          <w:szCs w:val="18"/>
        </w:rPr>
        <w:t xml:space="preserve"> indiquent dans le tableau ci-dessous la répartition des prestations que chacun d’entre eux s’engage à réaliser.)</w:t>
      </w:r>
    </w:p>
    <w:tbl>
      <w:tblPr>
        <w:tblW w:w="512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5"/>
        <w:gridCol w:w="1653"/>
        <w:gridCol w:w="5522"/>
        <w:gridCol w:w="1280"/>
        <w:gridCol w:w="7"/>
      </w:tblGrid>
      <w:tr w:rsidR="00FF0778" w:rsidRPr="00712698" w14:paraId="7247CC50" w14:textId="77777777" w:rsidTr="003E355F">
        <w:trPr>
          <w:trHeight w:val="567"/>
        </w:trPr>
        <w:tc>
          <w:tcPr>
            <w:tcW w:w="1053" w:type="pct"/>
            <w:vMerge w:val="restart"/>
            <w:vAlign w:val="center"/>
          </w:tcPr>
          <w:p w14:paraId="48CAC689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2F4798" w14:textId="6F32F479" w:rsidR="00D97AAC" w:rsidRPr="00712698" w:rsidRDefault="00D97AAC" w:rsidP="00BF3A6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du groupement </w:t>
            </w:r>
          </w:p>
        </w:tc>
        <w:tc>
          <w:tcPr>
            <w:tcW w:w="772" w:type="pct"/>
            <w:vMerge w:val="restart"/>
          </w:tcPr>
          <w:p w14:paraId="7EDA532E" w14:textId="77777777" w:rsidR="00D97AAC" w:rsidRPr="00712698" w:rsidRDefault="00D97AAC" w:rsidP="00FF0778">
            <w:pPr>
              <w:spacing w:after="0"/>
              <w:jc w:val="center"/>
              <w:rPr>
                <w:b/>
                <w:i/>
                <w:sz w:val="20"/>
              </w:rPr>
            </w:pPr>
            <w:r w:rsidRPr="00D97AAC">
              <w:rPr>
                <w:rFonts w:ascii="Arial" w:hAnsi="Arial" w:cs="Arial"/>
                <w:b/>
                <w:sz w:val="18"/>
                <w:szCs w:val="18"/>
              </w:rPr>
              <w:t>Le cas échéant,</w:t>
            </w:r>
            <w:r w:rsidRPr="00D97AAC">
              <w:rPr>
                <w:rFonts w:ascii="Arial" w:hAnsi="Arial" w:cs="Arial"/>
                <w:b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175" w:type="pct"/>
            <w:gridSpan w:val="3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44440C87" w:rsidR="00D97AAC" w:rsidRPr="00712698" w:rsidRDefault="00D97AAC" w:rsidP="00BF3A69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003E355F">
        <w:trPr>
          <w:gridAfter w:val="1"/>
          <w:wAfter w:w="4" w:type="pct"/>
          <w:trHeight w:val="896"/>
        </w:trPr>
        <w:tc>
          <w:tcPr>
            <w:tcW w:w="105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0D1A210B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3E7258DF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Montant HT </w:t>
            </w:r>
          </w:p>
          <w:p w14:paraId="43C82D7E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de la prestation</w:t>
            </w:r>
          </w:p>
        </w:tc>
      </w:tr>
      <w:tr w:rsidR="00D97AAC" w:rsidRPr="00712698" w14:paraId="417639DF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bottom w:val="nil"/>
            </w:tcBorders>
            <w:shd w:val="solid" w:color="CCFFFF" w:fill="auto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8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772" w:type="pct"/>
            <w:tcBorders>
              <w:bottom w:val="nil"/>
            </w:tcBorders>
            <w:shd w:val="solid" w:color="CCFFFF" w:fill="auto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bottom w:val="nil"/>
            </w:tcBorders>
            <w:shd w:val="solid" w:color="CCFFFF" w:fill="auto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bottom w:val="nil"/>
            </w:tcBorders>
            <w:shd w:val="solid" w:color="CCFFFF" w:fill="auto"/>
          </w:tcPr>
          <w:p w14:paraId="66B4CF01" w14:textId="77777777" w:rsidR="00D97AAC" w:rsidRPr="00712698" w:rsidRDefault="00D97AAC" w:rsidP="002C24AF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4ED5A299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6F96F80D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DB6F4F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3EE0BDD0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4EDEA7BB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20D85C9A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4CBB67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46243991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6C14205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F0EAB8E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6F0B7CF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5BC835D9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AC6A1C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138D7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3F38447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bottom w:val="nil"/>
            </w:tcBorders>
            <w:shd w:val="solid" w:color="CCFFFF" w:fill="auto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bottom w:val="nil"/>
            </w:tcBorders>
            <w:shd w:val="solid" w:color="CCFFFF" w:fill="auto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bottom w:val="nil"/>
            </w:tcBorders>
            <w:shd w:val="solid" w:color="CCFFFF" w:fill="auto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bottom w:val="nil"/>
            </w:tcBorders>
            <w:shd w:val="solid" w:color="CCFFFF" w:fill="auto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6CA651C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439D32DD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00B518D6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3E86875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61373D" w:rsidRPr="00712698" w14:paraId="18DCCF06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3C9188B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4BF8548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268ED81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E6C393D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6B2B224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69FEE860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7325AAD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0718505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4ACE65FB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</w:tbl>
    <w:p w14:paraId="70CDE9CF" w14:textId="06AD47A3" w:rsidR="000E7954" w:rsidRPr="000E7954" w:rsidRDefault="00EC5548" w:rsidP="000E7954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bCs/>
          <w:color w:val="000000"/>
          <w:lang w:eastAsia="fr-FR"/>
        </w:rPr>
      </w:pPr>
      <w:r w:rsidRPr="00712698">
        <w:rPr>
          <w:rFonts w:ascii="Times New Roman" w:hAnsi="Times New Roman"/>
          <w:bCs/>
        </w:rPr>
        <w:t>Après avoir pris connaissance du cahier des clauses administratives particulières (C.C.P.) et des documents qui y sont mentionnés, et après a</w:t>
      </w:r>
      <w:r w:rsidR="003C579A">
        <w:rPr>
          <w:rFonts w:ascii="Times New Roman" w:hAnsi="Times New Roman"/>
          <w:bCs/>
        </w:rPr>
        <w:t xml:space="preserve">voir produit les pièces </w:t>
      </w:r>
      <w:r w:rsidR="000E7954" w:rsidRPr="000E7954">
        <w:rPr>
          <w:rFonts w:ascii="Times New Roman" w:eastAsia="Times New Roman" w:hAnsi="Times New Roman" w:cs="Tahoma"/>
          <w:bCs/>
          <w:color w:val="000000"/>
          <w:lang w:eastAsia="fr-FR"/>
        </w:rPr>
        <w:t>aux articles R.2143-3 et R.2143-12 du code de la commande publique</w:t>
      </w:r>
      <w:r w:rsidR="000E7954">
        <w:rPr>
          <w:rFonts w:ascii="Times New Roman" w:eastAsia="Times New Roman" w:hAnsi="Times New Roman" w:cs="Tahoma"/>
          <w:bCs/>
          <w:color w:val="000000"/>
          <w:lang w:eastAsia="fr-FR"/>
        </w:rPr>
        <w:t>.</w:t>
      </w:r>
    </w:p>
    <w:p w14:paraId="268F8E15" w14:textId="77777777" w:rsidR="00DB0D27" w:rsidRPr="00712698" w:rsidRDefault="000A6A2A" w:rsidP="00701822">
      <w:pPr>
        <w:tabs>
          <w:tab w:val="left" w:pos="576"/>
        </w:tabs>
        <w:ind w:left="567"/>
        <w:jc w:val="both"/>
      </w:pPr>
      <w:r w:rsidRPr="00712698">
        <w:rPr>
          <w:rFonts w:ascii="Times New Roman" w:hAnsi="Times New Roman"/>
          <w:b/>
          <w:bCs/>
          <w:u w:val="single"/>
        </w:rPr>
        <w:t xml:space="preserve">Le titulaire </w:t>
      </w:r>
      <w:r w:rsidR="00701822" w:rsidRPr="00712698">
        <w:rPr>
          <w:rFonts w:ascii="Times New Roman" w:hAnsi="Times New Roman"/>
          <w:b/>
          <w:bCs/>
          <w:u w:val="single"/>
        </w:rPr>
        <w:t>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0A027312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Pr="00712698">
        <w:rPr>
          <w:b/>
          <w:sz w:val="22"/>
          <w:szCs w:val="22"/>
          <w:u w:val="single"/>
          <w:lang w:val="fr-FR"/>
        </w:rPr>
        <w:t xml:space="preserve">déclare </w:t>
      </w:r>
      <w:r w:rsidRPr="00712698">
        <w:rPr>
          <w:b/>
          <w:sz w:val="22"/>
          <w:szCs w:val="22"/>
          <w:lang w:val="fr-FR"/>
        </w:rPr>
        <w:t xml:space="preserve">: </w:t>
      </w:r>
      <w:r w:rsidR="000A6A2A" w:rsidRPr="00712698">
        <w:rPr>
          <w:sz w:val="22"/>
          <w:lang w:val="fr-FR"/>
        </w:rPr>
        <w:t xml:space="preserve">bénéficier d'une assurance garantissant sa responsabilité à l’égard du maître d’ouvrage, du représentant du pouvoir adjudicateur et des tiers, victimes d’accidents ou de dommages, causés par l’exécution des prestations 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="00EF6EB9" w:rsidRPr="00712698">
        <w:rPr>
          <w:b/>
          <w:sz w:val="22"/>
          <w:szCs w:val="22"/>
          <w:u w:val="single"/>
          <w:lang w:val="fr-FR"/>
        </w:rPr>
        <w:t>s</w:t>
      </w:r>
      <w:r w:rsidRPr="00712698">
        <w:rPr>
          <w:b/>
          <w:sz w:val="22"/>
          <w:szCs w:val="22"/>
          <w:u w:val="single"/>
          <w:lang w:val="fr-FR"/>
        </w:rPr>
        <w:t>’engage</w:t>
      </w:r>
      <w:r w:rsidRPr="00712698">
        <w:rPr>
          <w:b/>
          <w:sz w:val="22"/>
          <w:szCs w:val="22"/>
          <w:lang w:val="fr-FR"/>
        </w:rPr>
        <w:t xml:space="preserve"> : </w:t>
      </w:r>
      <w:r w:rsidRPr="00712698">
        <w:rPr>
          <w:sz w:val="22"/>
          <w:szCs w:val="22"/>
          <w:lang w:val="fr-FR"/>
        </w:rPr>
        <w:t xml:space="preserve">sans réserve conformément aux documents cités précédemment à exécuter les prestations dans les conditions du présent contrat. Toutefois l’offre présentée ne me lie que si elle m’est notifiée dans un délai de </w:t>
      </w:r>
      <w:bookmarkStart w:id="9" w:name="Validité_offre"/>
      <w:r w:rsidRPr="00712698">
        <w:rPr>
          <w:sz w:val="22"/>
          <w:szCs w:val="22"/>
          <w:lang w:val="fr-FR"/>
        </w:rPr>
        <w:t>6</w:t>
      </w:r>
      <w:bookmarkEnd w:id="9"/>
      <w:r w:rsidRPr="00712698">
        <w:rPr>
          <w:sz w:val="22"/>
          <w:szCs w:val="22"/>
          <w:lang w:val="fr-FR"/>
        </w:rPr>
        <w:t xml:space="preserve"> mois à compter de la date limite de remise des offres ;</w:t>
      </w:r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750FB787" w:rsidR="00863280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50" o:title=""/>
          </v:shape>
          <w:control r:id="rId51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i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52" o:title=""/>
          </v:shape>
          <w:control r:id="rId53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</w:t>
      </w:r>
      <w:r w:rsidR="002B1B72">
        <w:rPr>
          <w:sz w:val="22"/>
          <w:szCs w:val="22"/>
          <w:lang w:val="fr-FR"/>
        </w:rPr>
        <w:t>prestations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6A3A9A23" w:rsidR="00FF029C" w:rsidRPr="00712698" w:rsidRDefault="00DB0D27" w:rsidP="00EC5548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4" o:title=""/>
          </v:shape>
          <w:control r:id="rId55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6" o:title=""/>
          </v:shape>
          <w:control r:id="rId57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0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143086" w:rsidRPr="00151A61">
        <w:rPr>
          <w:sz w:val="22"/>
          <w:szCs w:val="22"/>
          <w:lang w:val="fr-FR"/>
        </w:rPr>
        <w:t>des articles R.2191-1 et suivant</w:t>
      </w:r>
      <w:r w:rsidR="00143086" w:rsidRPr="00151A61">
        <w:rPr>
          <w:b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 xml:space="preserve">(cette avance est versée au titulaire du marché lorsque le montant initial du marché est supérieur à 50 000 € HT et la durée des </w:t>
      </w:r>
      <w:r w:rsidR="00F052DE">
        <w:rPr>
          <w:sz w:val="22"/>
          <w:szCs w:val="22"/>
          <w:lang w:val="fr-FR"/>
        </w:rPr>
        <w:t>prestations</w:t>
      </w:r>
      <w:r w:rsidR="00EC5548" w:rsidRPr="00151A61">
        <w:rPr>
          <w:sz w:val="22"/>
          <w:szCs w:val="22"/>
          <w:lang w:val="fr-FR"/>
        </w:rPr>
        <w:t xml:space="preserve">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6FDB8172" w:rsidR="00B00C11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 xml:space="preserve">Le montant de cette avance est égal à </w:t>
      </w:r>
      <w:r w:rsidR="00E93DCC" w:rsidRPr="00FF043C">
        <w:rPr>
          <w:sz w:val="22"/>
          <w:szCs w:val="22"/>
          <w:lang w:val="fr-FR"/>
        </w:rPr>
        <w:t>30%</w:t>
      </w:r>
      <w:r w:rsidR="00FF043C">
        <w:rPr>
          <w:sz w:val="22"/>
          <w:szCs w:val="22"/>
          <w:lang w:val="fr-FR"/>
        </w:rPr>
        <w:t xml:space="preserve"> </w:t>
      </w:r>
      <w:r w:rsidRPr="00151A61">
        <w:rPr>
          <w:sz w:val="22"/>
          <w:szCs w:val="22"/>
          <w:lang w:val="fr-FR"/>
        </w:rPr>
        <w:t xml:space="preserve">du montant du marché. </w:t>
      </w:r>
    </w:p>
    <w:bookmarkEnd w:id="10"/>
    <w:p w14:paraId="4C55EDF8" w14:textId="77777777" w:rsidR="00DB0D27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>Cette avance n’est due au titulaire du marché que sur la part du marché qui ne fait pas l’objet de sous-traitance).</w:t>
      </w:r>
    </w:p>
    <w:p w14:paraId="1797148B" w14:textId="77777777" w:rsidR="00DB0D27" w:rsidRDefault="00DB0D27" w:rsidP="00DB0D27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00712698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61D48CD" w:rsidR="00EC5548" w:rsidRDefault="00EC5548" w:rsidP="00EC5548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086F51">
        <w:rPr>
          <w:rFonts w:ascii="Times New Roman" w:hAnsi="Times New Roman"/>
          <w:sz w:val="22"/>
          <w:szCs w:val="22"/>
        </w:rPr>
        <w:t xml:space="preserve">notification de </w:t>
      </w:r>
      <w:r>
        <w:rPr>
          <w:rFonts w:ascii="Times New Roman" w:hAnsi="Times New Roman"/>
          <w:sz w:val="22"/>
          <w:szCs w:val="22"/>
        </w:rPr>
        <w:t>l’ordre de service prescrivant le démarrage de</w:t>
      </w:r>
      <w:r w:rsidR="001939C0">
        <w:rPr>
          <w:rFonts w:ascii="Times New Roman" w:hAnsi="Times New Roman"/>
          <w:sz w:val="22"/>
          <w:szCs w:val="22"/>
        </w:rPr>
        <w:t>s prestations</w:t>
      </w:r>
      <w:r w:rsidR="00FF043C">
        <w:rPr>
          <w:rFonts w:ascii="Times New Roman" w:hAnsi="Times New Roman"/>
          <w:sz w:val="22"/>
          <w:szCs w:val="22"/>
        </w:rPr>
        <w:t>.</w:t>
      </w:r>
    </w:p>
    <w:p w14:paraId="1D667D94" w14:textId="77777777" w:rsidR="00AC2356" w:rsidRDefault="00AC235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sz w:val="22"/>
          <w:szCs w:val="22"/>
          <w:lang w:val="fr-FR"/>
        </w:rPr>
      </w:pPr>
    </w:p>
    <w:p w14:paraId="6E5963C5" w14:textId="352667BD" w:rsidR="001D724D" w:rsidRDefault="001D724D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bookmarkStart w:id="11" w:name="_GoBack"/>
      <w:bookmarkEnd w:id="11"/>
      <w:r w:rsidRPr="004C3F20">
        <w:rPr>
          <w:b/>
          <w:sz w:val="22"/>
          <w:szCs w:val="22"/>
          <w:lang w:val="fr-FR"/>
        </w:rPr>
        <w:t>I.</w:t>
      </w:r>
      <w:r w:rsidR="00FA3AC5">
        <w:rPr>
          <w:b/>
          <w:sz w:val="22"/>
          <w:szCs w:val="22"/>
          <w:lang w:val="fr-FR"/>
        </w:rPr>
        <w:t>2</w:t>
      </w:r>
      <w:r w:rsidRPr="004C3F20">
        <w:rPr>
          <w:b/>
          <w:sz w:val="22"/>
          <w:szCs w:val="22"/>
          <w:lang w:val="fr-FR"/>
        </w:rPr>
        <w:t xml:space="preserve"> - </w:t>
      </w:r>
      <w:r w:rsidRPr="004C3F20">
        <w:rPr>
          <w:b/>
          <w:sz w:val="22"/>
          <w:szCs w:val="22"/>
          <w:u w:val="single"/>
          <w:lang w:val="fr-FR"/>
        </w:rPr>
        <w:t>Montant du marché</w:t>
      </w:r>
    </w:p>
    <w:p w14:paraId="76556D8E" w14:textId="26BE13AD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 xml:space="preserve">Les </w:t>
      </w:r>
      <w:r w:rsidR="00C22D18">
        <w:rPr>
          <w:sz w:val="22"/>
          <w:szCs w:val="22"/>
          <w:lang w:val="fr-FR"/>
        </w:rPr>
        <w:t>prestations</w:t>
      </w:r>
      <w:r w:rsidRPr="00D04078">
        <w:rPr>
          <w:sz w:val="22"/>
          <w:szCs w:val="22"/>
          <w:lang w:val="fr-FR"/>
        </w:rPr>
        <w:t xml:space="preserve"> sont rémunéré</w:t>
      </w:r>
      <w:r w:rsidR="00C22D18">
        <w:rPr>
          <w:sz w:val="22"/>
          <w:szCs w:val="22"/>
          <w:lang w:val="fr-FR"/>
        </w:rPr>
        <w:t>e</w:t>
      </w:r>
      <w:r w:rsidRPr="00D04078">
        <w:rPr>
          <w:sz w:val="22"/>
          <w:szCs w:val="22"/>
          <w:lang w:val="fr-FR"/>
        </w:rPr>
        <w:t xml:space="preserve">s par un prix </w:t>
      </w:r>
      <w:r w:rsidR="00086F51">
        <w:rPr>
          <w:sz w:val="22"/>
          <w:szCs w:val="22"/>
          <w:lang w:val="fr-FR"/>
        </w:rPr>
        <w:t xml:space="preserve">global et </w:t>
      </w:r>
      <w:r w:rsidRPr="00D04078">
        <w:rPr>
          <w:sz w:val="22"/>
          <w:szCs w:val="22"/>
          <w:lang w:val="fr-FR"/>
        </w:rPr>
        <w:t>forfaitaire égal à</w:t>
      </w:r>
    </w:p>
    <w:p w14:paraId="4658DD7E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€ HT :</w:t>
      </w:r>
    </w:p>
    <w:p w14:paraId="5A35FCD2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TVA</w:t>
      </w:r>
      <w:r w:rsidR="00D04078">
        <w:rPr>
          <w:sz w:val="22"/>
          <w:szCs w:val="22"/>
          <w:lang w:val="fr-FR"/>
        </w:rPr>
        <w:t> :</w:t>
      </w:r>
    </w:p>
    <w:p w14:paraId="6430DA28" w14:textId="5206B631" w:rsidR="00143086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TTC</w:t>
      </w:r>
      <w:r w:rsidR="00D04078">
        <w:rPr>
          <w:sz w:val="22"/>
          <w:szCs w:val="22"/>
          <w:lang w:val="fr-FR"/>
        </w:rPr>
        <w:t> :</w:t>
      </w:r>
    </w:p>
    <w:p w14:paraId="668869B6" w14:textId="3581A2F5" w:rsidR="00AC2356" w:rsidRDefault="00AC235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49556E24" w14:textId="77777777" w:rsidR="00AC2356" w:rsidRPr="00D04078" w:rsidRDefault="00AC235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3CF7ECF0" w:rsidR="00A132C4" w:rsidRDefault="00A132C4" w:rsidP="00A132C4">
      <w:pPr>
        <w:pStyle w:val="Corpsdetexte"/>
        <w:rPr>
          <w:sz w:val="22"/>
          <w:szCs w:val="22"/>
          <w:lang w:val="fr-FR"/>
        </w:rPr>
      </w:pPr>
    </w:p>
    <w:p w14:paraId="0E497E7E" w14:textId="77777777" w:rsidR="00AC2356" w:rsidRPr="00712698" w:rsidRDefault="00AC2356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004C3F20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 w:rsidRPr="00712698">
        <w:rPr>
          <w:rFonts w:ascii="Times New Roman" w:hAnsi="Times New Roman"/>
          <w:b/>
        </w:rPr>
        <w:t>I</w:t>
      </w:r>
      <w:r w:rsidR="0080348A" w:rsidRPr="00712698">
        <w:rPr>
          <w:rFonts w:ascii="Times New Roman" w:hAnsi="Times New Roman"/>
          <w:b/>
        </w:rPr>
        <w:t>I -</w:t>
      </w:r>
      <w:r w:rsidRPr="00712698">
        <w:rPr>
          <w:rFonts w:ascii="Times New Roman" w:hAnsi="Times New Roman"/>
          <w:b/>
        </w:rPr>
        <w:t xml:space="preserve"> </w:t>
      </w:r>
      <w:r w:rsidRPr="00712698">
        <w:rPr>
          <w:rFonts w:ascii="Times New Roman" w:hAnsi="Times New Roman"/>
          <w:b/>
          <w:u w:val="single"/>
        </w:rPr>
        <w:t>Délai d’exécution du marché :</w:t>
      </w:r>
    </w:p>
    <w:p w14:paraId="04B3C98A" w14:textId="421207AE" w:rsidR="004C3F20" w:rsidRDefault="00AC21DD" w:rsidP="0080348A">
      <w:pPr>
        <w:ind w:left="567" w:right="-144"/>
        <w:jc w:val="both"/>
        <w:rPr>
          <w:rFonts w:ascii="Times New Roman" w:hAnsi="Times New Roman"/>
        </w:rPr>
      </w:pPr>
      <w:r w:rsidRPr="00712698">
        <w:rPr>
          <w:rFonts w:ascii="Times New Roman" w:hAnsi="Times New Roman"/>
        </w:rPr>
        <w:t>Délai d’</w:t>
      </w:r>
      <w:r w:rsidR="00121D26" w:rsidRPr="00712698">
        <w:rPr>
          <w:rFonts w:ascii="Times New Roman" w:hAnsi="Times New Roman"/>
        </w:rPr>
        <w:t xml:space="preserve">exécution défini à </w:t>
      </w:r>
      <w:r w:rsidR="00121D26" w:rsidRPr="00FF043C">
        <w:rPr>
          <w:rFonts w:ascii="Times New Roman" w:hAnsi="Times New Roman"/>
        </w:rPr>
        <w:t xml:space="preserve">l’article </w:t>
      </w:r>
      <w:r w:rsidR="00FF043C" w:rsidRPr="00FF043C">
        <w:rPr>
          <w:rFonts w:ascii="Times New Roman" w:hAnsi="Times New Roman"/>
        </w:rPr>
        <w:t>7.1</w:t>
      </w:r>
      <w:r w:rsidRPr="00FF043C">
        <w:rPr>
          <w:rFonts w:ascii="Times New Roman" w:hAnsi="Times New Roman"/>
        </w:rPr>
        <w:t>. du CC</w:t>
      </w:r>
      <w:r w:rsidR="00FF043C" w:rsidRPr="00FF043C">
        <w:rPr>
          <w:rFonts w:ascii="Times New Roman" w:hAnsi="Times New Roman"/>
        </w:rPr>
        <w:t>A</w:t>
      </w:r>
      <w:r w:rsidRPr="00FF043C">
        <w:rPr>
          <w:rFonts w:ascii="Times New Roman" w:hAnsi="Times New Roman"/>
        </w:rPr>
        <w:t>P.</w:t>
      </w:r>
    </w:p>
    <w:p w14:paraId="004772AD" w14:textId="77777777" w:rsidR="00142D85" w:rsidRPr="00142D85" w:rsidRDefault="00142D85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 w:rsidRPr="00142D85">
        <w:rPr>
          <w:rFonts w:ascii="Times New Roman" w:hAnsi="Times New Roman"/>
          <w:b/>
        </w:rPr>
        <w:t xml:space="preserve">III – </w:t>
      </w:r>
      <w:r w:rsidRPr="00142D85">
        <w:rPr>
          <w:rFonts w:ascii="Times New Roman" w:hAnsi="Times New Roman"/>
          <w:b/>
          <w:u w:val="single"/>
        </w:rPr>
        <w:t>Paiement</w:t>
      </w:r>
    </w:p>
    <w:p w14:paraId="50070B86" w14:textId="1ADD263D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2" w:name="_Toc354491247"/>
      <w:r w:rsidRPr="006C657D">
        <w:rPr>
          <w:rFonts w:ascii="Times New Roman" w:eastAsia="Times New Roman" w:hAnsi="Times New Roman"/>
          <w:noProof/>
          <w:lang w:eastAsia="fr-FR"/>
        </w:rPr>
        <w:t xml:space="preserve">Les modalités du règlement des comptes du marché sont spécifiées à </w:t>
      </w:r>
      <w:r w:rsidRPr="00FF043C">
        <w:rPr>
          <w:rFonts w:ascii="Times New Roman" w:eastAsia="Times New Roman" w:hAnsi="Times New Roman"/>
          <w:noProof/>
          <w:lang w:eastAsia="fr-FR"/>
        </w:rPr>
        <w:t xml:space="preserve">l’article </w:t>
      </w:r>
      <w:r w:rsidR="00FF043C">
        <w:rPr>
          <w:rFonts w:ascii="Times New Roman" w:eastAsia="Times New Roman" w:hAnsi="Times New Roman"/>
          <w:noProof/>
          <w:lang w:eastAsia="fr-FR"/>
        </w:rPr>
        <w:t>5.1</w:t>
      </w:r>
      <w:r w:rsidRPr="00FF043C">
        <w:rPr>
          <w:rFonts w:ascii="Times New Roman" w:eastAsia="Times New Roman" w:hAnsi="Times New Roman"/>
          <w:noProof/>
          <w:lang w:eastAsia="fr-FR"/>
        </w:rPr>
        <w:t xml:space="preserve"> du CCAP.</w:t>
      </w:r>
    </w:p>
    <w:p w14:paraId="3951E1C2" w14:textId="3692E268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Le </w:t>
      </w:r>
      <w:r w:rsidR="00843586">
        <w:rPr>
          <w:rFonts w:ascii="Times New Roman" w:eastAsia="Times New Roman" w:hAnsi="Times New Roman"/>
          <w:noProof/>
          <w:lang w:eastAsia="fr-FR"/>
        </w:rPr>
        <w:t>représentant du pouvoir adjudicateur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se libèrera des sommes dues au titre du présent marché en faisant porter le montant au crédit du/des compte(s) ouvert(s) conformément au(x) RIB au format IBAN joint(s) à l’offre.</w:t>
      </w:r>
    </w:p>
    <w:p w14:paraId="154E9BAE" w14:textId="617D5FAF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Toutefois, le </w:t>
      </w:r>
      <w:r w:rsidR="00843586" w:rsidRPr="00843586">
        <w:rPr>
          <w:rFonts w:ascii="Times New Roman" w:eastAsia="Times New Roman" w:hAnsi="Times New Roman"/>
          <w:noProof/>
          <w:lang w:eastAsia="fr-FR"/>
        </w:rPr>
        <w:t xml:space="preserve">représentant du pouvoir adjudicateur </w:t>
      </w:r>
      <w:r w:rsidRPr="006C657D">
        <w:rPr>
          <w:rFonts w:ascii="Times New Roman" w:eastAsia="Times New Roman" w:hAnsi="Times New Roman"/>
          <w:noProof/>
          <w:lang w:eastAsia="fr-FR"/>
        </w:rPr>
        <w:t>se libèrera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00D03570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 -</w:t>
      </w:r>
      <w:r w:rsidR="00C95A65" w:rsidRPr="00D03570">
        <w:rPr>
          <w:rFonts w:ascii="Times New Roman" w:hAnsi="Times New Roman"/>
          <w:b/>
        </w:rPr>
        <w:t xml:space="preserve"> </w:t>
      </w:r>
      <w:r w:rsidR="00C95A65" w:rsidRPr="00D03570">
        <w:rPr>
          <w:rFonts w:ascii="Times New Roman" w:hAnsi="Times New Roman"/>
          <w:b/>
          <w:u w:val="single"/>
        </w:rPr>
        <w:t>Montant sous-traité désigné au marché</w:t>
      </w:r>
      <w:bookmarkEnd w:id="12"/>
    </w:p>
    <w:p w14:paraId="25F8025F" w14:textId="77777777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des prestations sous traitées seront précisés par actes spéciaux, conformément aux dispositions des articles R.2193-1 et suivants du code de la commande publique.</w:t>
      </w:r>
    </w:p>
    <w:p w14:paraId="367FCD48" w14:textId="77777777" w:rsidR="0080348A" w:rsidRPr="00712698" w:rsidRDefault="00C95A65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V</w:t>
      </w:r>
      <w:r w:rsidR="0080348A" w:rsidRPr="00712698">
        <w:rPr>
          <w:rFonts w:ascii="Times New Roman" w:hAnsi="Times New Roman"/>
          <w:b/>
        </w:rPr>
        <w:t xml:space="preserve"> – </w:t>
      </w:r>
      <w:bookmarkStart w:id="13" w:name="Titre_Clause_sociale"/>
      <w:r w:rsidR="0080348A" w:rsidRPr="00712698">
        <w:rPr>
          <w:rFonts w:ascii="Times New Roman" w:hAnsi="Times New Roman"/>
          <w:b/>
          <w:u w:val="single"/>
        </w:rPr>
        <w:t>Engagement d’insertion :</w:t>
      </w:r>
      <w:bookmarkEnd w:id="13"/>
    </w:p>
    <w:p w14:paraId="7DF05A70" w14:textId="00A71B43" w:rsidR="00090BBC" w:rsidRP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4" w:name="AEClause_sociale"/>
      <w:bookmarkEnd w:id="14"/>
      <w:r>
        <w:t xml:space="preserve"> S</w:t>
      </w:r>
      <w:r w:rsidR="00843586">
        <w:rPr>
          <w:rFonts w:ascii="Times New Roman" w:hAnsi="Times New Roman"/>
          <w:sz w:val="22"/>
          <w:szCs w:val="22"/>
        </w:rPr>
        <w:t>ans objet.</w:t>
      </w:r>
    </w:p>
    <w:p w14:paraId="23FF200C" w14:textId="70D57B80" w:rsidR="0080348A" w:rsidRPr="00712698" w:rsidRDefault="00090BBC" w:rsidP="00FF043C">
      <w:pPr>
        <w:pStyle w:val="Commentaire"/>
        <w:spacing w:after="0"/>
        <w:ind w:left="567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 </w:t>
      </w: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00AC21DD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004C3F20" w:rsidP="00AC21DD">
            <w:pPr>
              <w:pStyle w:val="Corpsdetexte"/>
              <w:ind w:left="426"/>
              <w:rPr>
                <w:i/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Fait en 1 seul original               </w:t>
            </w:r>
            <w:r w:rsidRPr="00712698">
              <w:rPr>
                <w:i/>
                <w:sz w:val="22"/>
                <w:szCs w:val="22"/>
                <w:lang w:val="fr-FR"/>
              </w:rPr>
              <w:t xml:space="preserve">(signature et cachet de l’entrepreneur </w:t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 xml:space="preserve"> dûment habilité</w:t>
            </w:r>
            <w:r w:rsidRPr="00712698">
              <w:rPr>
                <w:i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</w:t>
            </w:r>
            <w:r w:rsidR="00106F69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106F69" w:rsidRPr="00106F69">
              <w:rPr>
                <w:rFonts w:ascii="Times New Roman" w:eastAsia="Times New Roman" w:hAnsi="Times New Roman"/>
                <w:lang w:eastAsia="fr-FR"/>
              </w:rPr>
              <w:t>des armées</w:t>
            </w: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  <w:r w:rsidRPr="00712698">
              <w:rPr>
                <w:bCs/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          , le</w:t>
            </w:r>
          </w:p>
          <w:p w14:paraId="2C11FF53" w14:textId="6076B992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Le représentant du pouvoir adjudicateur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619642E4" w:rsidR="00FD27A9" w:rsidRDefault="00FD27A9" w:rsidP="004C3F20">
      <w:pPr>
        <w:jc w:val="center"/>
        <w:rPr>
          <w:rFonts w:ascii="Times New Roman" w:hAnsi="Times New Roman"/>
        </w:rPr>
      </w:pPr>
    </w:p>
    <w:p w14:paraId="5C910B8E" w14:textId="77777777" w:rsidR="00FD27A9" w:rsidRDefault="00FD27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F34C36D" w14:textId="60177441" w:rsidR="00FD27A9" w:rsidRPr="00EA0816" w:rsidRDefault="00FD27A9" w:rsidP="00FD27A9">
      <w:pPr>
        <w:jc w:val="center"/>
        <w:rPr>
          <w:b/>
          <w:sz w:val="28"/>
          <w:szCs w:val="28"/>
          <w:u w:val="single"/>
        </w:rPr>
      </w:pPr>
      <w:r w:rsidRPr="00FF043C">
        <w:rPr>
          <w:b/>
          <w:sz w:val="28"/>
          <w:szCs w:val="28"/>
          <w:u w:val="single"/>
        </w:rPr>
        <w:t xml:space="preserve">Annexe 1 : responsable physique du marché (et suppléant) cf article </w:t>
      </w:r>
      <w:r w:rsidR="00FF043C" w:rsidRPr="00FF043C">
        <w:rPr>
          <w:b/>
          <w:sz w:val="28"/>
          <w:szCs w:val="28"/>
          <w:u w:val="single"/>
        </w:rPr>
        <w:t>4.1</w:t>
      </w:r>
      <w:r w:rsidRPr="00FF043C">
        <w:rPr>
          <w:b/>
          <w:sz w:val="28"/>
          <w:szCs w:val="28"/>
          <w:u w:val="single"/>
        </w:rPr>
        <w:t>. du CCAP</w:t>
      </w:r>
    </w:p>
    <w:p w14:paraId="563A2F92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113FE15D" w14:textId="77777777" w:rsidR="00FD27A9" w:rsidRPr="00EA0816" w:rsidRDefault="00FD27A9" w:rsidP="00FD27A9">
      <w:pPr>
        <w:autoSpaceDE w:val="0"/>
        <w:autoSpaceDN w:val="0"/>
        <w:adjustRightInd w:val="0"/>
        <w:spacing w:after="0"/>
        <w:jc w:val="both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Pour les personnels désignés ci-dessous, le CV sera joint à la candidature.</w:t>
      </w:r>
    </w:p>
    <w:p w14:paraId="5AB560C9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7B4EDB1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 xml:space="preserve">I – Coordonnées du responsable physique du marché </w:t>
      </w:r>
    </w:p>
    <w:p w14:paraId="1B387D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13BA654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4868BDF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54D1B60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2A201FDF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2D737A5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422A1F25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4F9B4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5A96CE5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6777F4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1159C6A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3C2750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portable :</w:t>
      </w:r>
    </w:p>
    <w:p w14:paraId="4B510221" w14:textId="77777777" w:rsidR="00FD27A9" w:rsidRPr="00EA0816" w:rsidRDefault="00FD27A9" w:rsidP="00FD27A9">
      <w:pPr>
        <w:spacing w:after="0"/>
        <w:rPr>
          <w:b/>
          <w:sz w:val="28"/>
          <w:szCs w:val="28"/>
        </w:rPr>
      </w:pPr>
    </w:p>
    <w:p w14:paraId="7DCB90E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>Coordonnées du responsable physique du marché par suppléance</w:t>
      </w:r>
    </w:p>
    <w:p w14:paraId="0583548D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</w:p>
    <w:p w14:paraId="1A4F5C4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719496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C5E332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74DDD8E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DD6FF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3C145C1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41CC32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0E788E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42087FAA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5B166D8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0674CCE8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i/>
          <w:sz w:val="28"/>
          <w:szCs w:val="28"/>
        </w:rPr>
        <w:t>N° de téléphone portable :</w:t>
      </w:r>
    </w:p>
    <w:p w14:paraId="45A838C2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3E355F">
      <w:headerReference w:type="default" r:id="rId58"/>
      <w:footerReference w:type="default" r:id="rId59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373163" w:rsidRDefault="00373163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373163" w:rsidRDefault="00373163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A859" w14:textId="77777777" w:rsidR="00056974" w:rsidRDefault="00056974">
    <w:pPr>
      <w:pStyle w:val="Pieddepage"/>
      <w:jc w:val="center"/>
    </w:pPr>
  </w:p>
  <w:p w14:paraId="32CF3A2D" w14:textId="3CC7343A" w:rsidR="00373163" w:rsidRDefault="00373163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2356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2356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 w:rsidR="00FF043C">
      <w:t xml:space="preserve">   </w:t>
    </w:r>
  </w:p>
  <w:p w14:paraId="52F7950E" w14:textId="77777777" w:rsidR="00373163" w:rsidRDefault="003731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373163" w:rsidRDefault="00373163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373163" w:rsidRDefault="00373163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373163" w:rsidRDefault="00373163" w:rsidP="00787389">
      <w:pPr>
        <w:pStyle w:val="Notedebasdepage"/>
        <w:jc w:val="both"/>
        <w:rPr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4">
    <w:p w14:paraId="35224E66" w14:textId="77777777" w:rsidR="00373163" w:rsidRDefault="00373163" w:rsidP="00FC313D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373163" w:rsidRDefault="00373163" w:rsidP="006D46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373163" w:rsidRDefault="00373163" w:rsidP="006D4689">
      <w:pPr>
        <w:pStyle w:val="Notedebasdepage"/>
        <w:jc w:val="both"/>
        <w:rPr>
          <w:szCs w:val="16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7DFE3C03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co-traitants, l’identification exacte des autres co-traitants doit être annexée au</w:t>
      </w:r>
    </w:p>
    <w:p w14:paraId="1D51385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présent accord. </w:t>
      </w:r>
    </w:p>
  </w:footnote>
  <w:footnote w:id="9">
    <w:p w14:paraId="4FEA9E18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373163" w:rsidRDefault="00373163" w:rsidP="00787389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12">
    <w:p w14:paraId="7C26E1BF" w14:textId="77777777" w:rsidR="00373163" w:rsidRPr="00D97AAC" w:rsidRDefault="00373163" w:rsidP="00D97AAC">
      <w:pPr>
        <w:autoSpaceDE w:val="0"/>
        <w:autoSpaceDN w:val="0"/>
        <w:adjustRightInd w:val="0"/>
        <w:rPr>
          <w:rFonts w:ascii="Times New Roman" w:hAnsi="Times New Roman"/>
          <w:bCs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D97AAC">
        <w:rPr>
          <w:rFonts w:ascii="Times New Roman" w:hAnsi="Times New Roman"/>
          <w:bCs/>
          <w:sz w:val="16"/>
          <w:szCs w:val="16"/>
        </w:rPr>
        <w:t>PSE = prestation supplémentaire éventuelle</w:t>
      </w:r>
    </w:p>
  </w:footnote>
  <w:footnote w:id="13">
    <w:p w14:paraId="7AAF47E8" w14:textId="77777777" w:rsidR="00373163" w:rsidRDefault="00373163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45495" w14:textId="7906884F" w:rsidR="00373163" w:rsidRDefault="00DB0D66" w:rsidP="00185ABE">
    <w:pPr>
      <w:pStyle w:val="En-tte"/>
      <w:jc w:val="right"/>
    </w:pPr>
    <w:r>
      <w:t>ESID</w:t>
    </w:r>
    <w:r w:rsidR="00FD207B">
      <w:t>-25-224</w:t>
    </w:r>
    <w:r>
      <w:t xml:space="preserve"> </w:t>
    </w:r>
    <w:r w:rsidR="00FF043C">
      <w:t>/ DAF_2025_</w:t>
    </w:r>
    <w:r w:rsidR="00FD207B">
      <w:t>000886</w:t>
    </w:r>
  </w:p>
  <w:p w14:paraId="65ADB7BC" w14:textId="77777777" w:rsidR="00373163" w:rsidRDefault="003731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56974"/>
    <w:rsid w:val="00083493"/>
    <w:rsid w:val="00086F51"/>
    <w:rsid w:val="00090BBC"/>
    <w:rsid w:val="000A6A2A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939C0"/>
    <w:rsid w:val="001B4DC6"/>
    <w:rsid w:val="001D724D"/>
    <w:rsid w:val="001D7F67"/>
    <w:rsid w:val="001F0851"/>
    <w:rsid w:val="00245B5B"/>
    <w:rsid w:val="00283C5A"/>
    <w:rsid w:val="00292262"/>
    <w:rsid w:val="002B118A"/>
    <w:rsid w:val="002B1B72"/>
    <w:rsid w:val="002C24AF"/>
    <w:rsid w:val="00307959"/>
    <w:rsid w:val="00373163"/>
    <w:rsid w:val="0038608E"/>
    <w:rsid w:val="00392AA8"/>
    <w:rsid w:val="003B2321"/>
    <w:rsid w:val="003C579A"/>
    <w:rsid w:val="003E355F"/>
    <w:rsid w:val="004015FD"/>
    <w:rsid w:val="00406F02"/>
    <w:rsid w:val="004404F1"/>
    <w:rsid w:val="004B7039"/>
    <w:rsid w:val="004C3F20"/>
    <w:rsid w:val="004D3B85"/>
    <w:rsid w:val="004E1A38"/>
    <w:rsid w:val="00501E0C"/>
    <w:rsid w:val="0054482A"/>
    <w:rsid w:val="005736A9"/>
    <w:rsid w:val="00594FC6"/>
    <w:rsid w:val="005A60FB"/>
    <w:rsid w:val="005B5ED4"/>
    <w:rsid w:val="005D1AC2"/>
    <w:rsid w:val="0061373D"/>
    <w:rsid w:val="0061781D"/>
    <w:rsid w:val="00626F9F"/>
    <w:rsid w:val="00654FB7"/>
    <w:rsid w:val="0065626F"/>
    <w:rsid w:val="00673049"/>
    <w:rsid w:val="00677F3C"/>
    <w:rsid w:val="00695BD8"/>
    <w:rsid w:val="006C657D"/>
    <w:rsid w:val="006D4382"/>
    <w:rsid w:val="006D4689"/>
    <w:rsid w:val="006D5E9D"/>
    <w:rsid w:val="006E4128"/>
    <w:rsid w:val="00701822"/>
    <w:rsid w:val="00712698"/>
    <w:rsid w:val="00744E3F"/>
    <w:rsid w:val="007865A1"/>
    <w:rsid w:val="00787389"/>
    <w:rsid w:val="00787F34"/>
    <w:rsid w:val="007D0D63"/>
    <w:rsid w:val="0080348A"/>
    <w:rsid w:val="008104F7"/>
    <w:rsid w:val="00843586"/>
    <w:rsid w:val="00863280"/>
    <w:rsid w:val="00871385"/>
    <w:rsid w:val="008924D0"/>
    <w:rsid w:val="00895246"/>
    <w:rsid w:val="008953C2"/>
    <w:rsid w:val="00895520"/>
    <w:rsid w:val="008A0A6C"/>
    <w:rsid w:val="008D19EA"/>
    <w:rsid w:val="008D48D4"/>
    <w:rsid w:val="009276B6"/>
    <w:rsid w:val="00981B3A"/>
    <w:rsid w:val="009C1AFF"/>
    <w:rsid w:val="009D20C2"/>
    <w:rsid w:val="009E1A07"/>
    <w:rsid w:val="00A132C4"/>
    <w:rsid w:val="00A14085"/>
    <w:rsid w:val="00A15FD7"/>
    <w:rsid w:val="00A32CF8"/>
    <w:rsid w:val="00A443F3"/>
    <w:rsid w:val="00A94139"/>
    <w:rsid w:val="00AA78CA"/>
    <w:rsid w:val="00AC21DD"/>
    <w:rsid w:val="00AC2356"/>
    <w:rsid w:val="00AF3BF5"/>
    <w:rsid w:val="00B00C11"/>
    <w:rsid w:val="00B7749F"/>
    <w:rsid w:val="00B80683"/>
    <w:rsid w:val="00B8732D"/>
    <w:rsid w:val="00B96E2D"/>
    <w:rsid w:val="00BE1F1B"/>
    <w:rsid w:val="00BE680E"/>
    <w:rsid w:val="00BF28ED"/>
    <w:rsid w:val="00BF3A69"/>
    <w:rsid w:val="00BF4056"/>
    <w:rsid w:val="00C223A1"/>
    <w:rsid w:val="00C22C13"/>
    <w:rsid w:val="00C22D18"/>
    <w:rsid w:val="00C627CC"/>
    <w:rsid w:val="00C822B7"/>
    <w:rsid w:val="00C86CE5"/>
    <w:rsid w:val="00C95A65"/>
    <w:rsid w:val="00D03570"/>
    <w:rsid w:val="00D04078"/>
    <w:rsid w:val="00D2403E"/>
    <w:rsid w:val="00D2510C"/>
    <w:rsid w:val="00D47581"/>
    <w:rsid w:val="00D556A0"/>
    <w:rsid w:val="00D86C7E"/>
    <w:rsid w:val="00D97AAC"/>
    <w:rsid w:val="00DB0D27"/>
    <w:rsid w:val="00DB0D66"/>
    <w:rsid w:val="00E63952"/>
    <w:rsid w:val="00E63C3B"/>
    <w:rsid w:val="00E93DCC"/>
    <w:rsid w:val="00EA64BE"/>
    <w:rsid w:val="00EC12E0"/>
    <w:rsid w:val="00EC5548"/>
    <w:rsid w:val="00EF09CE"/>
    <w:rsid w:val="00EF3E67"/>
    <w:rsid w:val="00EF6EB9"/>
    <w:rsid w:val="00F052DE"/>
    <w:rsid w:val="00F0547D"/>
    <w:rsid w:val="00F130D0"/>
    <w:rsid w:val="00F215C2"/>
    <w:rsid w:val="00F621FE"/>
    <w:rsid w:val="00F946CA"/>
    <w:rsid w:val="00FA3AC5"/>
    <w:rsid w:val="00FA485D"/>
    <w:rsid w:val="00FB4A26"/>
    <w:rsid w:val="00FC313D"/>
    <w:rsid w:val="00FD207B"/>
    <w:rsid w:val="00FD27A9"/>
    <w:rsid w:val="00FE2BCA"/>
    <w:rsid w:val="00FE4DC6"/>
    <w:rsid w:val="00FF029C"/>
    <w:rsid w:val="00FF043C"/>
    <w:rsid w:val="00FF0778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customStyle="1" w:styleId="name-article">
    <w:name w:val="name-article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D4382"/>
    <w:rPr>
      <w:color w:val="0000FF"/>
      <w:u w:val="single"/>
    </w:rPr>
  </w:style>
  <w:style w:type="paragraph" w:customStyle="1" w:styleId="Date1">
    <w:name w:val="Date1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control" Target="activeX/activeX15.xml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image" Target="media/image16.wmf"/><Relationship Id="rId47" Type="http://schemas.openxmlformats.org/officeDocument/2006/relationships/control" Target="activeX/activeX19.xml"/><Relationship Id="rId50" Type="http://schemas.openxmlformats.org/officeDocument/2006/relationships/image" Target="media/image19.wmf"/><Relationship Id="rId55" Type="http://schemas.openxmlformats.org/officeDocument/2006/relationships/control" Target="activeX/activeX24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control" Target="activeX/activeX16.xml"/><Relationship Id="rId54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image" Target="media/image15.wmf"/><Relationship Id="rId45" Type="http://schemas.openxmlformats.org/officeDocument/2006/relationships/control" Target="activeX/activeX18.xml"/><Relationship Id="rId53" Type="http://schemas.openxmlformats.org/officeDocument/2006/relationships/control" Target="activeX/activeX23.xml"/><Relationship Id="rId58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image" Target="media/image20.wmf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control" Target="activeX/activeX17.xml"/><Relationship Id="rId48" Type="http://schemas.openxmlformats.org/officeDocument/2006/relationships/control" Target="activeX/activeX20.xml"/><Relationship Id="rId56" Type="http://schemas.openxmlformats.org/officeDocument/2006/relationships/image" Target="media/image22.wmf"/><Relationship Id="rId8" Type="http://schemas.openxmlformats.org/officeDocument/2006/relationships/webSettings" Target="webSettings.xml"/><Relationship Id="rId51" Type="http://schemas.openxmlformats.org/officeDocument/2006/relationships/control" Target="activeX/activeX22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3578-A22D-41F7-A765-DF4FB03C3F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DB2BA-1D3E-45CF-BBFF-564C00131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2E36E2-D42F-4E54-8415-700F826C6419}">
  <ds:schemaRefs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3467074-873E-46AE-9D04-90405BA5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164</TotalTime>
  <Pages>7</Pages>
  <Words>1296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DUCLOS Armelle ATTACHE MINDEF</dc:creator>
  <cp:lastModifiedBy>DE CROZALS Roselyne SA CL NORMALE DEF</cp:lastModifiedBy>
  <cp:revision>7</cp:revision>
  <dcterms:created xsi:type="dcterms:W3CDTF">2025-07-01T11:44:00Z</dcterms:created>
  <dcterms:modified xsi:type="dcterms:W3CDTF">2025-07-16T11:50:00Z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